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F8205B">
        <w:trPr>
          <w:trHeight w:val="2835"/>
        </w:trPr>
        <w:tc>
          <w:tcPr>
            <w:tcW w:w="1985" w:type="dxa"/>
          </w:tcPr>
          <w:p w:rsidR="00466136" w:rsidRPr="007D1FCB" w:rsidRDefault="00466136" w:rsidP="008D5A02">
            <w:pPr>
              <w:pStyle w:val="Hjrespaltetekst"/>
            </w:pPr>
          </w:p>
        </w:tc>
      </w:tr>
    </w:tbl>
    <w:p w:rsidR="00F8205B" w:rsidRPr="005A76B7" w:rsidRDefault="00F8205B" w:rsidP="002304C8">
      <w:pPr>
        <w:spacing w:line="276" w:lineRule="auto"/>
        <w:jc w:val="center"/>
        <w:rPr>
          <w:b/>
          <w:bCs/>
          <w:sz w:val="24"/>
          <w:szCs w:val="24"/>
          <w:lang w:eastAsia="da-DK"/>
        </w:rPr>
      </w:pPr>
      <w:r w:rsidRPr="005A76B7">
        <w:rPr>
          <w:b/>
          <w:bCs/>
          <w:sz w:val="24"/>
          <w:szCs w:val="24"/>
          <w:lang w:eastAsia="da-DK"/>
        </w:rPr>
        <w:t xml:space="preserve">Høringsliste </w:t>
      </w:r>
    </w:p>
    <w:p w:rsidR="00E8102F" w:rsidRPr="008A525B" w:rsidRDefault="00E8102F" w:rsidP="00E8102F">
      <w:pPr>
        <w:spacing w:line="276" w:lineRule="auto"/>
        <w:jc w:val="center"/>
        <w:rPr>
          <w:b/>
          <w:color w:val="000000"/>
          <w:szCs w:val="22"/>
        </w:rPr>
      </w:pPr>
      <w:r>
        <w:rPr>
          <w:b/>
          <w:color w:val="000000"/>
          <w:szCs w:val="22"/>
        </w:rPr>
        <w:t>(Forslag</w:t>
      </w:r>
      <w:r w:rsidRPr="008A525B">
        <w:rPr>
          <w:b/>
          <w:color w:val="000000"/>
          <w:szCs w:val="22"/>
        </w:rPr>
        <w:t xml:space="preserve"> til lov om ændring af kildeskatteloven, kursgevinstloven, selskabsskatt</w:t>
      </w:r>
      <w:r w:rsidRPr="008A525B">
        <w:rPr>
          <w:b/>
          <w:color w:val="000000"/>
          <w:szCs w:val="22"/>
        </w:rPr>
        <w:t>e</w:t>
      </w:r>
      <w:r w:rsidRPr="008A525B">
        <w:rPr>
          <w:b/>
          <w:color w:val="000000"/>
          <w:szCs w:val="22"/>
        </w:rPr>
        <w:t>loven, virksomhedsskatteloven og forskellige andre love</w:t>
      </w:r>
      <w:r>
        <w:rPr>
          <w:b/>
          <w:color w:val="000000"/>
          <w:szCs w:val="22"/>
        </w:rPr>
        <w:t>)</w:t>
      </w:r>
    </w:p>
    <w:p w:rsidR="002304C8" w:rsidRDefault="002304C8" w:rsidP="002304C8"/>
    <w:p w:rsidR="002304C8" w:rsidRDefault="002304C8" w:rsidP="002304C8">
      <w:pPr>
        <w:rPr>
          <w:iCs/>
        </w:rPr>
      </w:pPr>
      <w:r>
        <w:rPr>
          <w:iCs/>
        </w:rPr>
        <w:t xml:space="preserve">Advokatsamfundet                      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AE Rådet                                                              </w:t>
      </w:r>
    </w:p>
    <w:p w:rsidR="002304C8" w:rsidRDefault="002304C8" w:rsidP="00D93161">
      <w:pPr>
        <w:rPr>
          <w:iCs/>
        </w:rPr>
      </w:pPr>
      <w:r w:rsidRPr="00E86431">
        <w:rPr>
          <w:iCs/>
        </w:rPr>
        <w:t xml:space="preserve">AgroSkat as                                                                                                                                </w:t>
      </w:r>
      <w:r>
        <w:rPr>
          <w:iCs/>
        </w:rPr>
        <w:t xml:space="preserve">                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CEPOS                                             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 Cevea                                              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Danmarks Rederiforening                                  </w:t>
      </w:r>
    </w:p>
    <w:p w:rsidR="002304C8" w:rsidRDefault="002304C8" w:rsidP="00D93161">
      <w:pPr>
        <w:rPr>
          <w:iCs/>
        </w:rPr>
      </w:pPr>
      <w:r>
        <w:rPr>
          <w:iCs/>
        </w:rPr>
        <w:t xml:space="preserve">Danmarks Skibskreditfond                                            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Dansk Byggeri                                 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Dansk Ejendomsmæglerforening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Dansk Energi                                                         </w:t>
      </w:r>
    </w:p>
    <w:p w:rsidR="00C93214" w:rsidRDefault="002304C8" w:rsidP="002304C8">
      <w:pPr>
        <w:rPr>
          <w:iCs/>
        </w:rPr>
      </w:pPr>
      <w:r>
        <w:rPr>
          <w:iCs/>
        </w:rPr>
        <w:t>Dansk Erhverv</w:t>
      </w:r>
    </w:p>
    <w:p w:rsidR="002304C8" w:rsidRDefault="00C93214" w:rsidP="002304C8">
      <w:pPr>
        <w:rPr>
          <w:iCs/>
        </w:rPr>
      </w:pPr>
      <w:r>
        <w:rPr>
          <w:iCs/>
        </w:rPr>
        <w:t>Dansk Fjernvarme</w:t>
      </w:r>
      <w:bookmarkStart w:id="0" w:name="_GoBack"/>
      <w:bookmarkEnd w:id="0"/>
      <w:r w:rsidR="002304C8">
        <w:rPr>
          <w:iCs/>
        </w:rPr>
        <w:t xml:space="preserve">                                 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Dansk Iværksætterforening                                 </w:t>
      </w:r>
    </w:p>
    <w:p w:rsidR="002304C8" w:rsidRDefault="002304C8" w:rsidP="00D93161">
      <w:pPr>
        <w:rPr>
          <w:iCs/>
        </w:rPr>
      </w:pPr>
      <w:r>
        <w:rPr>
          <w:iCs/>
        </w:rPr>
        <w:t xml:space="preserve">Danske Advokater                                                                                                        </w:t>
      </w:r>
    </w:p>
    <w:p w:rsidR="002304C8" w:rsidRDefault="002304C8" w:rsidP="00D93161">
      <w:pPr>
        <w:rPr>
          <w:iCs/>
        </w:rPr>
      </w:pPr>
      <w:r>
        <w:rPr>
          <w:iCs/>
        </w:rPr>
        <w:t xml:space="preserve">Den Danske Fondsmæglerforening                  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DI                                                          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DVCA                                                                          </w:t>
      </w:r>
    </w:p>
    <w:p w:rsidR="002304C8" w:rsidRDefault="002304C8" w:rsidP="00D93161">
      <w:pPr>
        <w:rPr>
          <w:iCs/>
        </w:rPr>
      </w:pPr>
      <w:r>
        <w:rPr>
          <w:iCs/>
        </w:rPr>
        <w:t xml:space="preserve">Ejendomsforeningen Danmark                                                                                                                           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Finansrådet                                                                 </w:t>
      </w:r>
    </w:p>
    <w:p w:rsidR="002304C8" w:rsidRDefault="002304C8" w:rsidP="00D93161">
      <w:pPr>
        <w:rPr>
          <w:iCs/>
        </w:rPr>
      </w:pPr>
      <w:r>
        <w:rPr>
          <w:iCs/>
        </w:rPr>
        <w:t xml:space="preserve">FSR – danske revisorer                                                                                                  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Håndværksrådet                                                          </w:t>
      </w:r>
    </w:p>
    <w:p w:rsidR="002304C8" w:rsidRDefault="002304C8" w:rsidP="00D93161">
      <w:pPr>
        <w:rPr>
          <w:iCs/>
        </w:rPr>
      </w:pPr>
      <w:r>
        <w:rPr>
          <w:iCs/>
        </w:rPr>
        <w:t>InvesteringsFo</w:t>
      </w:r>
      <w:r w:rsidR="00D93161">
        <w:rPr>
          <w:iCs/>
        </w:rPr>
        <w:t>ndsBranchen</w:t>
      </w:r>
      <w:r>
        <w:rPr>
          <w:iCs/>
        </w:rPr>
        <w:t xml:space="preserve">               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KL                                                                    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Kraka                                                                              </w:t>
      </w:r>
    </w:p>
    <w:p w:rsidR="002304C8" w:rsidRDefault="002304C8" w:rsidP="00921057">
      <w:pPr>
        <w:rPr>
          <w:iCs/>
        </w:rPr>
      </w:pPr>
      <w:r>
        <w:rPr>
          <w:iCs/>
        </w:rPr>
        <w:t xml:space="preserve">Landbrug &amp; Fødevarer                                                                                                </w:t>
      </w:r>
      <w:r w:rsidRPr="00E86431">
        <w:rPr>
          <w:iCs/>
        </w:rPr>
        <w:t xml:space="preserve">                                 </w:t>
      </w:r>
      <w:r>
        <w:rPr>
          <w:iCs/>
        </w:rPr>
        <w:t xml:space="preserve">                                     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SRF Skattefaglig Forening                                            </w:t>
      </w:r>
    </w:p>
    <w:p w:rsidR="002304C8" w:rsidRDefault="002304C8" w:rsidP="002304C8">
      <w:pPr>
        <w:rPr>
          <w:iCs/>
        </w:rPr>
      </w:pPr>
      <w:r>
        <w:rPr>
          <w:iCs/>
        </w:rPr>
        <w:t xml:space="preserve">Videncentret for Landbrug                                           </w:t>
      </w:r>
    </w:p>
    <w:p w:rsidR="002304C8" w:rsidRDefault="002304C8" w:rsidP="002304C8">
      <w:pPr>
        <w:rPr>
          <w:lang w:val="en-US"/>
        </w:rPr>
      </w:pPr>
      <w:r>
        <w:rPr>
          <w:iCs/>
          <w:lang w:val="en-US"/>
        </w:rPr>
        <w:t xml:space="preserve">VP Securities A/S                                                          </w:t>
      </w:r>
    </w:p>
    <w:p w:rsidR="002304C8" w:rsidRPr="00B36931" w:rsidRDefault="002304C8" w:rsidP="002304C8">
      <w:pPr>
        <w:rPr>
          <w:lang w:val="en-US"/>
        </w:rPr>
      </w:pPr>
    </w:p>
    <w:p w:rsidR="002304C8" w:rsidRDefault="002304C8" w:rsidP="002304C8"/>
    <w:p w:rsidR="00503680" w:rsidRDefault="00503680" w:rsidP="00801F34"/>
    <w:sectPr w:rsidR="00503680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33F" w:rsidRDefault="00A5333F" w:rsidP="009E4B94">
      <w:pPr>
        <w:spacing w:line="240" w:lineRule="auto"/>
      </w:pPr>
      <w:r>
        <w:separator/>
      </w:r>
    </w:p>
  </w:endnote>
  <w:endnote w:type="continuationSeparator" w:id="0">
    <w:p w:rsidR="00A5333F" w:rsidRDefault="00A5333F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D93161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D93161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D93161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D93161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33F" w:rsidRDefault="00A5333F" w:rsidP="009E4B94">
      <w:pPr>
        <w:spacing w:line="240" w:lineRule="auto"/>
      </w:pPr>
      <w:r>
        <w:separator/>
      </w:r>
    </w:p>
  </w:footnote>
  <w:footnote w:type="continuationSeparator" w:id="0">
    <w:p w:rsidR="00A5333F" w:rsidRDefault="00A5333F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A2678"/>
    <w:rsid w:val="001D0093"/>
    <w:rsid w:val="001D6BD9"/>
    <w:rsid w:val="001E79D1"/>
    <w:rsid w:val="001F374B"/>
    <w:rsid w:val="00203DE6"/>
    <w:rsid w:val="00207BEC"/>
    <w:rsid w:val="0022582F"/>
    <w:rsid w:val="002304C8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3953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A76B7"/>
    <w:rsid w:val="005B4028"/>
    <w:rsid w:val="005C5F97"/>
    <w:rsid w:val="005F1580"/>
    <w:rsid w:val="005F3493"/>
    <w:rsid w:val="005F3ED8"/>
    <w:rsid w:val="00637CAF"/>
    <w:rsid w:val="00642CBC"/>
    <w:rsid w:val="00655B49"/>
    <w:rsid w:val="00666ECC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90415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057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5333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93214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786F"/>
    <w:rsid w:val="00D66542"/>
    <w:rsid w:val="00D66E2C"/>
    <w:rsid w:val="00D93161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3C89"/>
    <w:rsid w:val="00E75ED1"/>
    <w:rsid w:val="00E8102F"/>
    <w:rsid w:val="00E819C7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81C5B"/>
    <w:rsid w:val="00F8205B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363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2014-10-02T06:19:00Z</dcterms:created>
  <dcterms:modified xsi:type="dcterms:W3CDTF">2014-10-02T12:39:00Z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HØRINGSLISTE (DOK63064066)</vt:lpwstr>
  </property>
  <property fmtid="{D5CDD505-2E9C-101B-9397-08002B2CF9AE}" pid="4" name="path">
    <vt:lpwstr>C:\Users\W19065\AppData\Local\Temp\Scanjour\Captia\SJ20141002090221337 [DOK63064066].DOCX</vt:lpwstr>
  </property>
  <property fmtid="{D5CDD505-2E9C-101B-9397-08002B2CF9AE}" pid="5" name="command">
    <vt:lpwstr/>
  </property>
</Properties>
</file>